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5BBA" w:rsidRDefault="00FE36FE">
      <w:r>
        <w:rPr>
          <w:noProof/>
        </w:rPr>
        <w:drawing>
          <wp:inline distT="0" distB="0" distL="0" distR="0" wp14:anchorId="5DEBD394" wp14:editId="3B20C4DC">
            <wp:extent cx="8048625" cy="4681880"/>
            <wp:effectExtent l="0" t="0" r="0" b="444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6730" t="26154" r="68750" b="28206"/>
                    <a:stretch/>
                  </pic:blipFill>
                  <pic:spPr bwMode="auto">
                    <a:xfrm>
                      <a:off x="0" y="0"/>
                      <a:ext cx="8055399" cy="468582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05BBA" w:rsidSect="00FE36FE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36FE"/>
    <w:rsid w:val="00905BBA"/>
    <w:rsid w:val="00FE3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E3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36F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E3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36F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2B50FC17.dotm</Template>
  <TotalTime>7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engr-admin</dc:creator>
  <cp:lastModifiedBy>engr-admin</cp:lastModifiedBy>
  <cp:revision>1</cp:revision>
  <cp:lastPrinted>2014-03-04T00:00:00Z</cp:lastPrinted>
  <dcterms:created xsi:type="dcterms:W3CDTF">2014-03-03T23:59:00Z</dcterms:created>
  <dcterms:modified xsi:type="dcterms:W3CDTF">2014-03-04T00:06:00Z</dcterms:modified>
</cp:coreProperties>
</file>